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247ABEF-9FCD-4D0C-88B3-95F6A726DCA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